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9A" w:rsidRDefault="00C4179A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C4179A" w:rsidRDefault="00C4179A">
      <w:pPr>
        <w:spacing w:line="580" w:lineRule="exact"/>
        <w:rPr>
          <w:rFonts w:eastAsia="仿宋_GB2312"/>
          <w:sz w:val="32"/>
          <w:szCs w:val="32"/>
        </w:rPr>
      </w:pPr>
    </w:p>
    <w:p w:rsidR="00C4179A" w:rsidRDefault="00C4179A"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cs="方正小标宋简体" w:hint="eastAsia"/>
          <w:sz w:val="44"/>
          <w:szCs w:val="44"/>
        </w:rPr>
        <w:t>申请项目资金承诺书</w:t>
      </w:r>
    </w:p>
    <w:p w:rsidR="00C4179A" w:rsidRDefault="00C4179A">
      <w:pPr>
        <w:spacing w:line="580" w:lineRule="exact"/>
        <w:rPr>
          <w:rFonts w:eastAsia="仿宋_GB2312"/>
          <w:sz w:val="32"/>
          <w:szCs w:val="32"/>
        </w:rPr>
      </w:pPr>
    </w:p>
    <w:p w:rsidR="00C4179A" w:rsidRDefault="00C4179A" w:rsidP="00B53F49">
      <w:pPr>
        <w:spacing w:line="58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  <w:u w:val="single"/>
        </w:rPr>
        <w:t>市（直管县）、县（市区）经济和信息化局（主管部门）名称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 w:cs="仿宋_GB2312" w:hint="eastAsia"/>
          <w:sz w:val="32"/>
          <w:szCs w:val="32"/>
        </w:rPr>
        <w:t>谨就申请支持制造强省建设若干政策</w:t>
      </w:r>
      <w:bookmarkStart w:id="0" w:name="_GoBack"/>
      <w:bookmarkEnd w:id="0"/>
      <w:r>
        <w:rPr>
          <w:rFonts w:eastAsia="仿宋_GB2312" w:cs="仿宋_GB2312" w:hint="eastAsia"/>
          <w:sz w:val="32"/>
          <w:szCs w:val="32"/>
        </w:rPr>
        <w:t>项目资金申请事宜，做出以下承诺：</w:t>
      </w:r>
    </w:p>
    <w:p w:rsidR="00C4179A" w:rsidRDefault="00C4179A" w:rsidP="00B53F49">
      <w:pPr>
        <w:spacing w:line="58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cs="仿宋_GB2312" w:hint="eastAsia"/>
          <w:sz w:val="32"/>
          <w:szCs w:val="32"/>
        </w:rPr>
        <w:t>．保证所提交的申请资料全面、真实、准确、有效；</w:t>
      </w:r>
    </w:p>
    <w:p w:rsidR="00C4179A" w:rsidRDefault="00C4179A" w:rsidP="00B53F49">
      <w:pPr>
        <w:spacing w:line="58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 w:cs="仿宋_GB2312" w:hint="eastAsia"/>
          <w:sz w:val="32"/>
          <w:szCs w:val="32"/>
        </w:rPr>
        <w:t>如有隐瞒、虚假等不实情况，愿负相应的责任，并承担由此产生的一切后果。</w:t>
      </w:r>
    </w:p>
    <w:p w:rsidR="00C4179A" w:rsidRDefault="00C4179A">
      <w:pPr>
        <w:spacing w:line="580" w:lineRule="exact"/>
        <w:rPr>
          <w:rFonts w:eastAsia="仿宋_GB2312"/>
          <w:sz w:val="32"/>
          <w:szCs w:val="32"/>
        </w:rPr>
      </w:pPr>
    </w:p>
    <w:p w:rsidR="00C4179A" w:rsidRDefault="00C4179A">
      <w:pPr>
        <w:spacing w:line="580" w:lineRule="exact"/>
        <w:rPr>
          <w:rFonts w:eastAsia="仿宋_GB2312"/>
          <w:sz w:val="32"/>
          <w:szCs w:val="32"/>
        </w:rPr>
      </w:pPr>
    </w:p>
    <w:p w:rsidR="00C4179A" w:rsidRDefault="00C4179A">
      <w:pPr>
        <w:spacing w:line="580" w:lineRule="exact"/>
        <w:rPr>
          <w:rFonts w:eastAsia="仿宋_GB2312"/>
          <w:sz w:val="32"/>
          <w:szCs w:val="32"/>
        </w:rPr>
      </w:pPr>
    </w:p>
    <w:p w:rsidR="00C4179A" w:rsidRDefault="00C4179A" w:rsidP="00B53F49">
      <w:pPr>
        <w:spacing w:line="58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eastAsia="仿宋_GB2312" w:cs="仿宋_GB2312" w:hint="eastAsia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</w:p>
    <w:p w:rsidR="00C4179A" w:rsidRDefault="00C4179A" w:rsidP="00B53F49">
      <w:pPr>
        <w:spacing w:line="580" w:lineRule="exact"/>
        <w:ind w:firstLineChars="200" w:firstLine="3168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</w:t>
      </w:r>
      <w:r>
        <w:rPr>
          <w:rFonts w:eastAsia="仿宋_GB2312" w:cs="仿宋_GB2312" w:hint="eastAsia"/>
          <w:sz w:val="32"/>
          <w:szCs w:val="32"/>
        </w:rPr>
        <w:t>主要负责人签字：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 w:rsidR="00C4179A" w:rsidRDefault="00C4179A" w:rsidP="00B53F49">
      <w:pPr>
        <w:spacing w:line="580" w:lineRule="exact"/>
        <w:ind w:firstLineChars="200" w:firstLine="31680"/>
        <w:jc w:val="left"/>
        <w:rPr>
          <w:sz w:val="24"/>
          <w:szCs w:val="24"/>
        </w:rPr>
      </w:pPr>
      <w:r>
        <w:rPr>
          <w:rFonts w:eastAsia="仿宋_GB2312"/>
          <w:sz w:val="32"/>
          <w:szCs w:val="32"/>
        </w:rPr>
        <w:t xml:space="preserve">                             </w:t>
      </w:r>
      <w:r>
        <w:rPr>
          <w:rFonts w:eastAsia="仿宋_GB2312" w:cs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 w:cs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 w:cs="仿宋_GB2312" w:hint="eastAsia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 w:rsidR="00C4179A" w:rsidRDefault="00C4179A">
      <w:pPr>
        <w:spacing w:line="580" w:lineRule="exact"/>
        <w:rPr>
          <w:sz w:val="24"/>
          <w:szCs w:val="24"/>
        </w:rPr>
      </w:pPr>
    </w:p>
    <w:p w:rsidR="00C4179A" w:rsidRDefault="00C4179A">
      <w:pPr>
        <w:spacing w:line="580" w:lineRule="exact"/>
        <w:rPr>
          <w:rFonts w:eastAsia="黑体fal"/>
          <w:color w:val="000000"/>
          <w:sz w:val="32"/>
          <w:szCs w:val="32"/>
        </w:rPr>
      </w:pPr>
    </w:p>
    <w:p w:rsidR="00C4179A" w:rsidRDefault="00C4179A">
      <w:pPr>
        <w:spacing w:line="580" w:lineRule="exact"/>
        <w:rPr>
          <w:rFonts w:eastAsia="黑体fal"/>
          <w:color w:val="000000"/>
          <w:sz w:val="32"/>
          <w:szCs w:val="32"/>
        </w:rPr>
      </w:pPr>
    </w:p>
    <w:sectPr w:rsidR="00C4179A" w:rsidSect="00B53F49">
      <w:footerReference w:type="even" r:id="rId6"/>
      <w:footerReference w:type="default" r:id="rId7"/>
      <w:pgSz w:w="11906" w:h="16838"/>
      <w:pgMar w:top="2098" w:right="1474" w:bottom="1814" w:left="1588" w:header="851" w:footer="1531" w:gutter="0"/>
      <w:pgNumType w:fmt="numberInDash" w:start="7"/>
      <w:cols w:space="425"/>
      <w:docGrid w:type="lines" w:linePitch="5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79A" w:rsidRDefault="00C4179A" w:rsidP="00F729EF">
      <w:r>
        <w:separator/>
      </w:r>
    </w:p>
  </w:endnote>
  <w:endnote w:type="continuationSeparator" w:id="0">
    <w:p w:rsidR="00C4179A" w:rsidRDefault="00C4179A" w:rsidP="00F72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fal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fal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79A" w:rsidRDefault="00C4179A" w:rsidP="00E624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179A" w:rsidRDefault="00C4179A" w:rsidP="00B53F4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79A" w:rsidRDefault="00C4179A" w:rsidP="00B53F49">
    <w:pPr>
      <w:pStyle w:val="Footer"/>
      <w:framePr w:wrap="around" w:vAnchor="text" w:hAnchor="margin" w:xAlign="right" w:y="1"/>
      <w:rPr>
        <w:rStyle w:val="PageNumber"/>
        <w:rFonts w:ascii="仿宋_GB2312" w:eastAsia="仿宋_GB2312"/>
        <w:sz w:val="28"/>
        <w:szCs w:val="28"/>
      </w:rPr>
    </w:pPr>
    <w:r>
      <w:rPr>
        <w:rStyle w:val="PageNumber"/>
        <w:rFonts w:ascii="仿宋_GB2312" w:eastAsia="仿宋_GB2312" w:cs="仿宋_GB2312"/>
        <w:sz w:val="28"/>
        <w:szCs w:val="28"/>
      </w:rPr>
      <w:fldChar w:fldCharType="begin"/>
    </w:r>
    <w:r>
      <w:rPr>
        <w:rStyle w:val="PageNumber"/>
        <w:rFonts w:ascii="仿宋_GB2312" w:eastAsia="仿宋_GB2312" w:cs="仿宋_GB2312"/>
        <w:sz w:val="28"/>
        <w:szCs w:val="28"/>
      </w:rPr>
      <w:instrText xml:space="preserve">PAGE  </w:instrText>
    </w:r>
    <w:r>
      <w:rPr>
        <w:rStyle w:val="PageNumber"/>
        <w:rFonts w:ascii="仿宋_GB2312" w:eastAsia="仿宋_GB2312" w:cs="仿宋_GB2312"/>
        <w:sz w:val="28"/>
        <w:szCs w:val="28"/>
      </w:rPr>
      <w:fldChar w:fldCharType="separate"/>
    </w:r>
    <w:r>
      <w:rPr>
        <w:rStyle w:val="PageNumber"/>
        <w:rFonts w:ascii="仿宋_GB2312" w:eastAsia="仿宋_GB2312" w:cs="仿宋_GB2312"/>
        <w:noProof/>
        <w:sz w:val="28"/>
        <w:szCs w:val="28"/>
      </w:rPr>
      <w:t>- 7 -</w:t>
    </w:r>
    <w:r>
      <w:rPr>
        <w:rStyle w:val="PageNumber"/>
        <w:rFonts w:ascii="仿宋_GB2312" w:eastAsia="仿宋_GB2312" w:cs="仿宋_GB2312"/>
        <w:sz w:val="28"/>
        <w:szCs w:val="28"/>
      </w:rPr>
      <w:fldChar w:fldCharType="end"/>
    </w:r>
  </w:p>
  <w:p w:rsidR="00C4179A" w:rsidRDefault="00C4179A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79A" w:rsidRDefault="00C4179A" w:rsidP="00F729EF">
      <w:r>
        <w:separator/>
      </w:r>
    </w:p>
  </w:footnote>
  <w:footnote w:type="continuationSeparator" w:id="0">
    <w:p w:rsidR="00C4179A" w:rsidRDefault="00C4179A" w:rsidP="00F729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bordersDoNotSurroundHeader/>
  <w:bordersDoNotSurroundFooter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57E"/>
    <w:rsid w:val="0010120A"/>
    <w:rsid w:val="00181F0D"/>
    <w:rsid w:val="001E2EA6"/>
    <w:rsid w:val="00361591"/>
    <w:rsid w:val="00462E57"/>
    <w:rsid w:val="00632AAC"/>
    <w:rsid w:val="006F273D"/>
    <w:rsid w:val="00702810"/>
    <w:rsid w:val="007E146A"/>
    <w:rsid w:val="007F1393"/>
    <w:rsid w:val="008E0E0B"/>
    <w:rsid w:val="009E0A93"/>
    <w:rsid w:val="00A9546F"/>
    <w:rsid w:val="00B53F49"/>
    <w:rsid w:val="00B613C9"/>
    <w:rsid w:val="00B9757A"/>
    <w:rsid w:val="00BF4E3A"/>
    <w:rsid w:val="00C4179A"/>
    <w:rsid w:val="00D84B3D"/>
    <w:rsid w:val="00DD4F62"/>
    <w:rsid w:val="00DE01DB"/>
    <w:rsid w:val="00E36185"/>
    <w:rsid w:val="00E624FB"/>
    <w:rsid w:val="00EB2D17"/>
    <w:rsid w:val="00F2357E"/>
    <w:rsid w:val="00F729EF"/>
    <w:rsid w:val="00FC1A7D"/>
    <w:rsid w:val="25690317"/>
    <w:rsid w:val="5895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fal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9EF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72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729EF"/>
    <w:rPr>
      <w:rFonts w:ascii="Times New Roman" w:eastAsia="宋体fal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72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729EF"/>
    <w:rPr>
      <w:rFonts w:ascii="Times New Roman" w:eastAsia="宋体fal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F729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49</Words>
  <Characters>284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程梅</cp:lastModifiedBy>
  <cp:revision>8</cp:revision>
  <cp:lastPrinted>2018-05-31T12:08:00Z</cp:lastPrinted>
  <dcterms:created xsi:type="dcterms:W3CDTF">2018-05-31T10:24:00Z</dcterms:created>
  <dcterms:modified xsi:type="dcterms:W3CDTF">2020-08-27T06:52:00Z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